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A5D" w:rsidRPr="007F24B5" w:rsidRDefault="00727A5D" w:rsidP="007F24B5">
      <w:pPr>
        <w:rPr>
          <w:rFonts w:ascii="Times New Roman" w:hAnsi="Times New Roman"/>
          <w:b/>
          <w:sz w:val="28"/>
          <w:szCs w:val="28"/>
        </w:rPr>
      </w:pPr>
      <w:r w:rsidRPr="007F24B5">
        <w:rPr>
          <w:rFonts w:ascii="Times New Roman" w:hAnsi="Times New Roman"/>
          <w:b/>
          <w:sz w:val="28"/>
          <w:szCs w:val="28"/>
        </w:rPr>
        <w:t xml:space="preserve">What Are Pearly Penile Papules and How Can They Be Treated </w:t>
      </w:r>
    </w:p>
    <w:p w:rsidR="00727A5D" w:rsidRDefault="00727A5D">
      <w:pPr>
        <w:rPr>
          <w:rFonts w:ascii="Times New Roman" w:hAnsi="Times New Roman"/>
          <w:sz w:val="24"/>
          <w:szCs w:val="24"/>
        </w:rPr>
      </w:pPr>
      <w:r>
        <w:rPr>
          <w:rFonts w:ascii="Times New Roman" w:hAnsi="Times New Roman"/>
          <w:sz w:val="24"/>
          <w:szCs w:val="24"/>
        </w:rPr>
        <w:t>You have probably heard about pearly penile papules but did not know exactly what this means. Plus you never thought it would happen to you. But now you are looking at your penis and see some small bumps having the color of your skin or maybe a little more discolored and wonder what that may be. Your doctor or your best friend told you they are called pearly penile papules, but you still do not have enough information to understand what this condition is after all. Read on and find out more about it.</w:t>
      </w:r>
    </w:p>
    <w:p w:rsidR="00727A5D" w:rsidRDefault="00727A5D">
      <w:pPr>
        <w:rPr>
          <w:rFonts w:ascii="Times New Roman" w:hAnsi="Times New Roman"/>
          <w:sz w:val="24"/>
          <w:szCs w:val="24"/>
        </w:rPr>
      </w:pPr>
      <w:r>
        <w:rPr>
          <w:rFonts w:ascii="Times New Roman" w:hAnsi="Times New Roman"/>
          <w:sz w:val="24"/>
          <w:szCs w:val="24"/>
        </w:rPr>
        <w:t xml:space="preserve">Well, first of all it has to be mentioned that pearly penile papules are a skin condition. This means that affects only the skin and it is under no circumstances a disease. Moreover, you should stop worrying about having a STD as this is not the case with pearly penile papules. These bumps have developed on your skin without any further help from external factors. </w:t>
      </w:r>
    </w:p>
    <w:p w:rsidR="00727A5D" w:rsidRDefault="00727A5D">
      <w:pPr>
        <w:rPr>
          <w:rFonts w:ascii="Times New Roman" w:hAnsi="Times New Roman"/>
          <w:sz w:val="24"/>
          <w:szCs w:val="24"/>
        </w:rPr>
      </w:pPr>
      <w:r>
        <w:rPr>
          <w:rFonts w:ascii="Times New Roman" w:hAnsi="Times New Roman"/>
          <w:sz w:val="24"/>
          <w:szCs w:val="24"/>
        </w:rPr>
        <w:t xml:space="preserve">You may have probably been surprised when your doctor told you that the exact cause of this skin condition has not been yet found out, but this is the plain true. Even though it is known for sure that it is not a STD or a contagious disease of any kind, there is still no sure knowledge about the factors which can produce this condition. </w:t>
      </w:r>
    </w:p>
    <w:p w:rsidR="00727A5D" w:rsidRDefault="00727A5D">
      <w:pPr>
        <w:rPr>
          <w:rFonts w:ascii="Times New Roman" w:hAnsi="Times New Roman"/>
          <w:sz w:val="24"/>
          <w:szCs w:val="24"/>
        </w:rPr>
      </w:pPr>
      <w:r>
        <w:rPr>
          <w:rFonts w:ascii="Times New Roman" w:hAnsi="Times New Roman"/>
          <w:sz w:val="24"/>
          <w:szCs w:val="24"/>
        </w:rPr>
        <w:t xml:space="preserve">Just like almost any other skin condition, the pearly penile papules can disappear in time. This means that once you age, the number of small bumps decreases significantly and you may be totally healed. Also, there will be periods of time when you may have lesser bumps on your penis and times when their number will increase considerably, so you will have to learn how to cope with these fluctuations. </w:t>
      </w:r>
    </w:p>
    <w:p w:rsidR="00727A5D" w:rsidRDefault="00727A5D">
      <w:pPr>
        <w:rPr>
          <w:rFonts w:ascii="Times New Roman" w:hAnsi="Times New Roman"/>
          <w:sz w:val="24"/>
          <w:szCs w:val="24"/>
        </w:rPr>
      </w:pPr>
      <w:r>
        <w:rPr>
          <w:rFonts w:ascii="Times New Roman" w:hAnsi="Times New Roman"/>
          <w:sz w:val="24"/>
          <w:szCs w:val="24"/>
        </w:rPr>
        <w:t xml:space="preserve">One of the important things you have to know about this condition is that it cannot be treated with medicine. The only treatment which can be done in order to get rid of the small papules which have invaded your privacy, you can only undergo laser treatment, which will eliminate the bumps. Yet, this is a costly, most of the times painful treatment, which may have serious side effects. So, if you do not want to risk, you should start learning how to live with this condition. </w:t>
      </w:r>
    </w:p>
    <w:p w:rsidR="00727A5D" w:rsidRDefault="00727A5D">
      <w:pPr>
        <w:rPr>
          <w:rFonts w:ascii="Times New Roman" w:hAnsi="Times New Roman"/>
          <w:sz w:val="24"/>
          <w:szCs w:val="24"/>
        </w:rPr>
      </w:pPr>
      <w:r>
        <w:rPr>
          <w:rFonts w:ascii="Times New Roman" w:hAnsi="Times New Roman"/>
          <w:sz w:val="24"/>
          <w:szCs w:val="24"/>
        </w:rPr>
        <w:t>Resource box:</w:t>
      </w:r>
    </w:p>
    <w:p w:rsidR="00727A5D" w:rsidRDefault="00727A5D">
      <w:pPr>
        <w:rPr>
          <w:rFonts w:ascii="Times New Roman" w:hAnsi="Times New Roman"/>
          <w:sz w:val="24"/>
          <w:szCs w:val="24"/>
        </w:rPr>
      </w:pPr>
      <w:r>
        <w:rPr>
          <w:rFonts w:ascii="Times New Roman" w:hAnsi="Times New Roman"/>
          <w:sz w:val="24"/>
          <w:szCs w:val="24"/>
        </w:rPr>
        <w:t xml:space="preserve">If you are tired of seeing those bumps on your penis it is time to try out this new, powerful and safe treatment which will make pearly penile papules go away forever. </w:t>
      </w:r>
      <w:r w:rsidRPr="00923F02">
        <w:rPr>
          <w:rFonts w:ascii="Times New Roman" w:hAnsi="Times New Roman"/>
          <w:sz w:val="24"/>
          <w:szCs w:val="24"/>
        </w:rPr>
        <w:t>&lt;a href="http://www.pearlypapulesremoval.com"&gt;Click Here...&lt;/a&gt;</w:t>
      </w:r>
      <w:r>
        <w:rPr>
          <w:rFonts w:ascii="Times New Roman" w:hAnsi="Times New Roman"/>
          <w:sz w:val="24"/>
          <w:szCs w:val="24"/>
        </w:rPr>
        <w:t xml:space="preserve"> and find out the easiest and safest remedy for this condition. </w:t>
      </w:r>
      <w:bookmarkStart w:id="0" w:name="_GoBack"/>
      <w:bookmarkEnd w:id="0"/>
    </w:p>
    <w:p w:rsidR="00727A5D" w:rsidRDefault="00727A5D">
      <w:pPr>
        <w:rPr>
          <w:rFonts w:ascii="Times New Roman" w:hAnsi="Times New Roman"/>
          <w:sz w:val="24"/>
          <w:szCs w:val="24"/>
        </w:rPr>
      </w:pPr>
    </w:p>
    <w:p w:rsidR="00727A5D" w:rsidRPr="00385022" w:rsidRDefault="00727A5D">
      <w:pPr>
        <w:rPr>
          <w:rFonts w:ascii="Times New Roman" w:hAnsi="Times New Roman"/>
          <w:sz w:val="24"/>
          <w:szCs w:val="24"/>
        </w:rPr>
      </w:pPr>
      <w:r w:rsidRPr="00385022">
        <w:rPr>
          <w:rFonts w:ascii="Times New Roman" w:hAnsi="Times New Roman"/>
          <w:sz w:val="24"/>
          <w:szCs w:val="24"/>
        </w:rPr>
        <w:t>&lt;a href="http://www.pearlypapulesremoval.com"&gt;Pearly Papules Removal&lt;/a&gt;</w:t>
      </w:r>
    </w:p>
    <w:sectPr w:rsidR="00727A5D" w:rsidRPr="00385022" w:rsidSect="007F24B5">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24B5"/>
    <w:rsid w:val="00385022"/>
    <w:rsid w:val="003E6758"/>
    <w:rsid w:val="00427BEA"/>
    <w:rsid w:val="004D5E34"/>
    <w:rsid w:val="005D747A"/>
    <w:rsid w:val="00727A5D"/>
    <w:rsid w:val="007A0266"/>
    <w:rsid w:val="007B288B"/>
    <w:rsid w:val="007F24B5"/>
    <w:rsid w:val="00923F02"/>
    <w:rsid w:val="00A75CFB"/>
    <w:rsid w:val="00C95C20"/>
    <w:rsid w:val="00E51A9D"/>
    <w:rsid w:val="00ED0C6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BEA"/>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24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Pages>
  <Words>379</Words>
  <Characters>2163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9</cp:revision>
  <dcterms:created xsi:type="dcterms:W3CDTF">2010-06-18T07:51:00Z</dcterms:created>
  <dcterms:modified xsi:type="dcterms:W3CDTF">2010-06-22T16:58:00Z</dcterms:modified>
</cp:coreProperties>
</file>